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ИТОГОВЫЙ </w:t>
      </w:r>
      <w:r w:rsidRPr="00EF7D53">
        <w:rPr>
          <w:rFonts w:ascii="Times New Roman" w:hAnsi="Times New Roman" w:cs="Times New Roman"/>
          <w:b/>
          <w:bCs/>
          <w:sz w:val="24"/>
          <w:szCs w:val="24"/>
        </w:rPr>
        <w:t>ТЕСТ ПО ТЕХНОЛОГИИ 5 КЛАСС (мальчики)</w:t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7D53">
        <w:rPr>
          <w:rFonts w:ascii="Times New Roman" w:hAnsi="Times New Roman" w:cs="Times New Roman"/>
          <w:b/>
          <w:bCs/>
          <w:sz w:val="24"/>
          <w:szCs w:val="24"/>
        </w:rPr>
        <w:t>Вариант № 1</w:t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7D53">
        <w:rPr>
          <w:rFonts w:ascii="Times New Roman" w:hAnsi="Times New Roman" w:cs="Times New Roman"/>
          <w:b/>
          <w:bCs/>
          <w:sz w:val="24"/>
          <w:szCs w:val="24"/>
        </w:rPr>
        <w:t>Задания А – на вопросы разрешено выбирать только один ответ.</w:t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А-1</w:t>
      </w:r>
      <w:r w:rsidRPr="00EF7D53">
        <w:rPr>
          <w:rFonts w:ascii="Times New Roman" w:hAnsi="Times New Roman" w:cs="Times New Roman"/>
          <w:sz w:val="24"/>
          <w:szCs w:val="24"/>
        </w:rPr>
        <w:tab/>
        <w:t xml:space="preserve"> Сучковатость и червоточина это хорошее качество древесины?</w:t>
      </w:r>
    </w:p>
    <w:p w:rsidR="002E0299" w:rsidRPr="00EF7D53" w:rsidRDefault="002E0299" w:rsidP="005735E4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Да</w:t>
      </w:r>
    </w:p>
    <w:p w:rsidR="002E0299" w:rsidRPr="00EF7D53" w:rsidRDefault="002E0299" w:rsidP="005735E4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Нет</w:t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А-2</w:t>
      </w:r>
      <w:r w:rsidRPr="00EF7D53">
        <w:rPr>
          <w:rFonts w:ascii="Times New Roman" w:hAnsi="Times New Roman" w:cs="Times New Roman"/>
          <w:sz w:val="24"/>
          <w:szCs w:val="24"/>
        </w:rPr>
        <w:tab/>
        <w:t>При работе с электровыжигателем нельзя сильно нажимать на перо?</w:t>
      </w:r>
    </w:p>
    <w:p w:rsidR="002E0299" w:rsidRPr="00EF7D53" w:rsidRDefault="002E0299" w:rsidP="005735E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Да</w:t>
      </w:r>
    </w:p>
    <w:p w:rsidR="002E0299" w:rsidRPr="00EF7D53" w:rsidRDefault="002E0299" w:rsidP="005735E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Нет</w:t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А-3.  Древесина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EF7D53">
        <w:rPr>
          <w:rFonts w:ascii="Times New Roman" w:hAnsi="Times New Roman" w:cs="Times New Roman"/>
          <w:sz w:val="24"/>
          <w:szCs w:val="24"/>
        </w:rPr>
        <w:t xml:space="preserve"> это рыхлый материал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F7D53">
        <w:rPr>
          <w:rFonts w:ascii="Times New Roman" w:hAnsi="Times New Roman" w:cs="Times New Roman"/>
          <w:sz w:val="24"/>
          <w:szCs w:val="24"/>
        </w:rPr>
        <w:t xml:space="preserve"> состоящий из листьев и коры?</w:t>
      </w:r>
    </w:p>
    <w:p w:rsidR="002E0299" w:rsidRPr="00EF7D53" w:rsidRDefault="002E0299" w:rsidP="005735E4">
      <w:pPr>
        <w:autoSpaceDE w:val="0"/>
        <w:autoSpaceDN w:val="0"/>
        <w:adjustRightInd w:val="0"/>
        <w:spacing w:after="0" w:line="240" w:lineRule="auto"/>
        <w:ind w:left="1620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Да</w:t>
      </w:r>
    </w:p>
    <w:p w:rsidR="002E0299" w:rsidRPr="00EF7D53" w:rsidRDefault="002E0299" w:rsidP="005735E4">
      <w:pPr>
        <w:autoSpaceDE w:val="0"/>
        <w:autoSpaceDN w:val="0"/>
        <w:adjustRightInd w:val="0"/>
        <w:spacing w:after="0" w:line="240" w:lineRule="auto"/>
        <w:ind w:left="1620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Нет</w:t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А-4.  Чертёж - это рисунок, выполненный от руки «на глаз»?</w:t>
      </w:r>
    </w:p>
    <w:p w:rsidR="002E0299" w:rsidRPr="00EF7D53" w:rsidRDefault="002E0299" w:rsidP="005735E4">
      <w:pPr>
        <w:autoSpaceDE w:val="0"/>
        <w:autoSpaceDN w:val="0"/>
        <w:adjustRightInd w:val="0"/>
        <w:spacing w:after="0" w:line="240" w:lineRule="auto"/>
        <w:ind w:left="1620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Да</w:t>
      </w:r>
    </w:p>
    <w:p w:rsidR="002E0299" w:rsidRPr="00EF7D53" w:rsidRDefault="002E0299" w:rsidP="005735E4">
      <w:pPr>
        <w:autoSpaceDE w:val="0"/>
        <w:autoSpaceDN w:val="0"/>
        <w:adjustRightInd w:val="0"/>
        <w:spacing w:after="0" w:line="240" w:lineRule="auto"/>
        <w:ind w:left="1620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Нет</w:t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А-5.  Шпон – это толстый слой древесины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F7D53">
        <w:rPr>
          <w:rFonts w:ascii="Times New Roman" w:hAnsi="Times New Roman" w:cs="Times New Roman"/>
          <w:sz w:val="24"/>
          <w:szCs w:val="24"/>
        </w:rPr>
        <w:t xml:space="preserve"> спиленный пилой?</w:t>
      </w:r>
    </w:p>
    <w:p w:rsidR="002E0299" w:rsidRPr="00EF7D53" w:rsidRDefault="002E0299" w:rsidP="005735E4">
      <w:pPr>
        <w:autoSpaceDE w:val="0"/>
        <w:autoSpaceDN w:val="0"/>
        <w:adjustRightInd w:val="0"/>
        <w:spacing w:after="0" w:line="240" w:lineRule="auto"/>
        <w:ind w:left="1620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Да</w:t>
      </w:r>
    </w:p>
    <w:p w:rsidR="002E0299" w:rsidRPr="00EF7D53" w:rsidRDefault="002E0299" w:rsidP="005735E4">
      <w:pPr>
        <w:autoSpaceDE w:val="0"/>
        <w:autoSpaceDN w:val="0"/>
        <w:adjustRightInd w:val="0"/>
        <w:spacing w:after="0" w:line="240" w:lineRule="auto"/>
        <w:ind w:left="1620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Нет</w:t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А-6.  Верстак – это рабочее место механика?</w:t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 xml:space="preserve"> </w:t>
      </w:r>
      <w:r w:rsidRPr="00EF7D53">
        <w:rPr>
          <w:rFonts w:ascii="Times New Roman" w:hAnsi="Times New Roman" w:cs="Times New Roman"/>
          <w:sz w:val="24"/>
          <w:szCs w:val="24"/>
        </w:rPr>
        <w:tab/>
      </w:r>
      <w:r w:rsidRPr="00EF7D53">
        <w:rPr>
          <w:rFonts w:ascii="Times New Roman" w:hAnsi="Times New Roman" w:cs="Times New Roman"/>
          <w:sz w:val="24"/>
          <w:szCs w:val="24"/>
        </w:rPr>
        <w:tab/>
        <w:t>Да</w:t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ab/>
      </w:r>
      <w:r w:rsidRPr="00EF7D53">
        <w:rPr>
          <w:rFonts w:ascii="Times New Roman" w:hAnsi="Times New Roman" w:cs="Times New Roman"/>
          <w:sz w:val="24"/>
          <w:szCs w:val="24"/>
        </w:rPr>
        <w:tab/>
        <w:t>Нет</w:t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Задания В</w:t>
      </w:r>
      <w:r w:rsidRPr="00EF7D53">
        <w:rPr>
          <w:rFonts w:ascii="Times New Roman" w:hAnsi="Times New Roman" w:cs="Times New Roman"/>
          <w:b/>
          <w:bCs/>
          <w:sz w:val="24"/>
          <w:szCs w:val="24"/>
        </w:rPr>
        <w:t xml:space="preserve"> -  на вопросы разрешено выбирать  несколько ответов.</w:t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EF7D53">
        <w:rPr>
          <w:rFonts w:ascii="Times New Roman" w:hAnsi="Times New Roman" w:cs="Times New Roman"/>
          <w:sz w:val="24"/>
          <w:szCs w:val="24"/>
        </w:rPr>
        <w:t xml:space="preserve">-1.  Для обработки изделий из древесины </w:t>
      </w:r>
      <w:r w:rsidRPr="00EF7D53">
        <w:rPr>
          <w:rFonts w:ascii="Times New Roman" w:hAnsi="Times New Roman" w:cs="Times New Roman"/>
          <w:sz w:val="24"/>
          <w:szCs w:val="24"/>
          <w:u w:val="single"/>
        </w:rPr>
        <w:t>ручным способом</w:t>
      </w:r>
      <w:r w:rsidRPr="00EF7D53">
        <w:rPr>
          <w:rFonts w:ascii="Times New Roman" w:hAnsi="Times New Roman" w:cs="Times New Roman"/>
          <w:sz w:val="24"/>
          <w:szCs w:val="24"/>
        </w:rPr>
        <w:t xml:space="preserve"> применяют:</w:t>
      </w:r>
    </w:p>
    <w:p w:rsidR="002E0299" w:rsidRPr="00EF7D53" w:rsidRDefault="002E0299" w:rsidP="006C5D5A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Пила</w:t>
      </w:r>
    </w:p>
    <w:p w:rsidR="002E0299" w:rsidRPr="00EF7D53" w:rsidRDefault="002E0299" w:rsidP="006C5D5A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Гвоздь</w:t>
      </w:r>
    </w:p>
    <w:p w:rsidR="002E0299" w:rsidRDefault="002E0299" w:rsidP="006C5D5A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Кисточка</w:t>
      </w:r>
      <w:r w:rsidRPr="006C5D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0299" w:rsidRDefault="002E0299" w:rsidP="006C5D5A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Стамеска</w:t>
      </w:r>
    </w:p>
    <w:p w:rsidR="002E0299" w:rsidRPr="00EF7D53" w:rsidRDefault="002E0299" w:rsidP="006C5D5A">
      <w:pPr>
        <w:autoSpaceDE w:val="0"/>
        <w:autoSpaceDN w:val="0"/>
        <w:adjustRightInd w:val="0"/>
        <w:spacing w:after="0" w:line="240" w:lineRule="auto"/>
        <w:ind w:left="2520"/>
        <w:rPr>
          <w:rFonts w:ascii="Times New Roman" w:hAnsi="Times New Roman" w:cs="Times New Roman"/>
          <w:sz w:val="24"/>
          <w:szCs w:val="24"/>
        </w:rPr>
      </w:pP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EF7D53">
        <w:rPr>
          <w:rFonts w:ascii="Times New Roman" w:hAnsi="Times New Roman" w:cs="Times New Roman"/>
          <w:sz w:val="24"/>
          <w:szCs w:val="24"/>
        </w:rPr>
        <w:t>-2.  Из чего состоит лобзик?:</w:t>
      </w:r>
    </w:p>
    <w:p w:rsidR="002E0299" w:rsidRPr="00EF7D53" w:rsidRDefault="002E0299" w:rsidP="00FC0F6B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Рамка</w:t>
      </w:r>
    </w:p>
    <w:p w:rsidR="002E0299" w:rsidRPr="00EF7D53" w:rsidRDefault="002E0299" w:rsidP="00FC0F6B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Пилка</w:t>
      </w:r>
    </w:p>
    <w:p w:rsidR="002E0299" w:rsidRPr="00EF7D53" w:rsidRDefault="002E0299" w:rsidP="00FC0F6B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Регулятор напряжения</w:t>
      </w:r>
    </w:p>
    <w:p w:rsidR="002E0299" w:rsidRPr="00EF7D53" w:rsidRDefault="002E0299" w:rsidP="00FC0F6B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Ручка</w:t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EF7D53">
        <w:rPr>
          <w:rFonts w:ascii="Times New Roman" w:hAnsi="Times New Roman" w:cs="Times New Roman"/>
          <w:sz w:val="24"/>
          <w:szCs w:val="24"/>
        </w:rPr>
        <w:t>-3.  .  Из чего состоит прибор для выжигания?</w:t>
      </w:r>
    </w:p>
    <w:p w:rsidR="002E0299" w:rsidRPr="00EF7D53" w:rsidRDefault="002E0299" w:rsidP="00FC0F6B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Наконечник</w:t>
      </w:r>
    </w:p>
    <w:p w:rsidR="002E0299" w:rsidRPr="00EF7D53" w:rsidRDefault="002E0299" w:rsidP="00FC0F6B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Зажимные гайки</w:t>
      </w:r>
    </w:p>
    <w:p w:rsidR="002E0299" w:rsidRPr="00EF7D53" w:rsidRDefault="002E0299" w:rsidP="00FC0F6B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Корпус</w:t>
      </w:r>
    </w:p>
    <w:p w:rsidR="002E0299" w:rsidRPr="00EF7D53" w:rsidRDefault="002E0299" w:rsidP="0048714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Регулятор напряжения</w:t>
      </w:r>
    </w:p>
    <w:p w:rsidR="002E0299" w:rsidRPr="00EF7D53" w:rsidRDefault="002E0299" w:rsidP="001A4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EF7D53">
        <w:rPr>
          <w:rFonts w:ascii="Times New Roman" w:hAnsi="Times New Roman" w:cs="Times New Roman"/>
          <w:sz w:val="24"/>
          <w:szCs w:val="24"/>
        </w:rPr>
        <w:t xml:space="preserve"> -4. Назови инструменты для обработки металла:</w:t>
      </w:r>
    </w:p>
    <w:p w:rsidR="002E0299" w:rsidRPr="00EF7D53" w:rsidRDefault="002E0299" w:rsidP="009C42B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малка</w:t>
      </w:r>
    </w:p>
    <w:p w:rsidR="002E0299" w:rsidRPr="00EF7D53" w:rsidRDefault="002E0299" w:rsidP="009C42B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зубило</w:t>
      </w:r>
    </w:p>
    <w:p w:rsidR="002E0299" w:rsidRPr="00EF7D53" w:rsidRDefault="002E0299" w:rsidP="009C42B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ножницы</w:t>
      </w:r>
    </w:p>
    <w:p w:rsidR="002E0299" w:rsidRPr="00EF7D53" w:rsidRDefault="002E0299" w:rsidP="009C42B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рейсмус</w:t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EF7D53">
        <w:rPr>
          <w:rFonts w:ascii="Times New Roman" w:hAnsi="Times New Roman" w:cs="Times New Roman"/>
          <w:sz w:val="24"/>
          <w:szCs w:val="24"/>
        </w:rPr>
        <w:t xml:space="preserve">-5.  Укажите сельскохозяйственные </w:t>
      </w:r>
      <w:r w:rsidRPr="00EF7D53">
        <w:rPr>
          <w:rFonts w:ascii="Times New Roman" w:hAnsi="Times New Roman" w:cs="Times New Roman"/>
          <w:sz w:val="24"/>
          <w:szCs w:val="24"/>
          <w:u w:val="single"/>
        </w:rPr>
        <w:t>ручные орудия</w:t>
      </w:r>
      <w:r w:rsidRPr="00EF7D53">
        <w:rPr>
          <w:rFonts w:ascii="Times New Roman" w:hAnsi="Times New Roman" w:cs="Times New Roman"/>
          <w:sz w:val="24"/>
          <w:szCs w:val="24"/>
        </w:rPr>
        <w:t>.</w:t>
      </w:r>
    </w:p>
    <w:p w:rsidR="002E0299" w:rsidRPr="00EF7D53" w:rsidRDefault="002E0299" w:rsidP="001A4F4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Трактор</w:t>
      </w:r>
    </w:p>
    <w:p w:rsidR="002E0299" w:rsidRPr="00EF7D53" w:rsidRDefault="002E0299" w:rsidP="001A4F4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Комбайн</w:t>
      </w:r>
    </w:p>
    <w:p w:rsidR="002E0299" w:rsidRPr="00EF7D53" w:rsidRDefault="002E0299" w:rsidP="001A4F4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Лопата</w:t>
      </w:r>
    </w:p>
    <w:p w:rsidR="002E0299" w:rsidRPr="00EF7D53" w:rsidRDefault="002E0299" w:rsidP="001A4F4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Вилы</w:t>
      </w:r>
    </w:p>
    <w:p w:rsidR="002E0299" w:rsidRPr="00EF7D53" w:rsidRDefault="002E0299" w:rsidP="001A4F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0299" w:rsidRPr="00EF7D53" w:rsidRDefault="002E0299" w:rsidP="001A4F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EF7D53">
        <w:rPr>
          <w:rFonts w:ascii="Times New Roman" w:hAnsi="Times New Roman" w:cs="Times New Roman"/>
          <w:sz w:val="24"/>
          <w:szCs w:val="24"/>
        </w:rPr>
        <w:t>-6.  Укажите виды механизмов:</w:t>
      </w:r>
    </w:p>
    <w:p w:rsidR="002E0299" w:rsidRPr="00EF7D53" w:rsidRDefault="002E0299" w:rsidP="001A4F41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Винтовой</w:t>
      </w:r>
    </w:p>
    <w:p w:rsidR="002E0299" w:rsidRPr="00EF7D53" w:rsidRDefault="002E0299" w:rsidP="001A4F41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Фрикционный</w:t>
      </w:r>
    </w:p>
    <w:p w:rsidR="002E0299" w:rsidRPr="00EF7D53" w:rsidRDefault="002E0299" w:rsidP="001A4F41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Гаечный ключ</w:t>
      </w:r>
    </w:p>
    <w:p w:rsidR="002E0299" w:rsidRPr="00EF7D53" w:rsidRDefault="002E0299" w:rsidP="001A4F41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Ременная передача</w:t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ab/>
      </w:r>
      <w:r w:rsidRPr="00EF7D53">
        <w:rPr>
          <w:rFonts w:ascii="Times New Roman" w:hAnsi="Times New Roman" w:cs="Times New Roman"/>
          <w:sz w:val="24"/>
          <w:szCs w:val="24"/>
        </w:rPr>
        <w:tab/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F7D53">
        <w:rPr>
          <w:rFonts w:ascii="Times New Roman" w:hAnsi="Times New Roman" w:cs="Times New Roman"/>
          <w:b/>
          <w:bCs/>
          <w:sz w:val="24"/>
          <w:szCs w:val="24"/>
        </w:rPr>
        <w:t xml:space="preserve">Задания </w:t>
      </w:r>
      <w:r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EF7D53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EF7D53">
        <w:rPr>
          <w:rFonts w:ascii="Times New Roman" w:hAnsi="Times New Roman" w:cs="Times New Roman"/>
          <w:sz w:val="24"/>
          <w:szCs w:val="24"/>
        </w:rPr>
        <w:t>-1. Заполнить таблицу</w:t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8"/>
        <w:gridCol w:w="2605"/>
        <w:gridCol w:w="3086"/>
        <w:gridCol w:w="3242"/>
      </w:tblGrid>
      <w:tr w:rsidR="002E0299" w:rsidRPr="00EF7D53">
        <w:tc>
          <w:tcPr>
            <w:tcW w:w="648" w:type="dxa"/>
          </w:tcPr>
          <w:p w:rsidR="002E0299" w:rsidRPr="00EF7D53" w:rsidRDefault="002E0299" w:rsidP="007D3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D53"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2880" w:type="dxa"/>
          </w:tcPr>
          <w:p w:rsidR="002E0299" w:rsidRPr="00EF7D53" w:rsidRDefault="002E0299" w:rsidP="007D3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D53">
              <w:rPr>
                <w:rFonts w:ascii="Times New Roman" w:hAnsi="Times New Roman" w:cs="Times New Roman"/>
                <w:sz w:val="24"/>
                <w:szCs w:val="24"/>
              </w:rPr>
              <w:t>Свойство древесины</w:t>
            </w:r>
          </w:p>
        </w:tc>
        <w:tc>
          <w:tcPr>
            <w:tcW w:w="3420" w:type="dxa"/>
          </w:tcPr>
          <w:p w:rsidR="002E0299" w:rsidRPr="00EF7D53" w:rsidRDefault="002E0299" w:rsidP="007D3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D53">
              <w:rPr>
                <w:rFonts w:ascii="Times New Roman" w:hAnsi="Times New Roman" w:cs="Times New Roman"/>
                <w:sz w:val="24"/>
                <w:szCs w:val="24"/>
              </w:rPr>
              <w:t>Примеры породы древесины, обладающие этим свойством</w:t>
            </w:r>
          </w:p>
        </w:tc>
        <w:tc>
          <w:tcPr>
            <w:tcW w:w="3614" w:type="dxa"/>
          </w:tcPr>
          <w:p w:rsidR="002E0299" w:rsidRPr="00EF7D53" w:rsidRDefault="002E0299" w:rsidP="007D3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D53">
              <w:rPr>
                <w:rFonts w:ascii="Times New Roman" w:hAnsi="Times New Roman" w:cs="Times New Roman"/>
                <w:sz w:val="24"/>
                <w:szCs w:val="24"/>
              </w:rPr>
              <w:t>Применение в жизни человека</w:t>
            </w:r>
          </w:p>
        </w:tc>
      </w:tr>
      <w:tr w:rsidR="002E0299" w:rsidRPr="00EF7D53">
        <w:tc>
          <w:tcPr>
            <w:tcW w:w="648" w:type="dxa"/>
          </w:tcPr>
          <w:p w:rsidR="002E0299" w:rsidRPr="00EF7D53" w:rsidRDefault="002E0299" w:rsidP="007D3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D5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80" w:type="dxa"/>
          </w:tcPr>
          <w:p w:rsidR="002E0299" w:rsidRPr="00EF7D53" w:rsidRDefault="002E0299" w:rsidP="007D3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D53">
              <w:rPr>
                <w:rFonts w:ascii="Times New Roman" w:hAnsi="Times New Roman" w:cs="Times New Roman"/>
                <w:sz w:val="24"/>
                <w:szCs w:val="24"/>
              </w:rPr>
              <w:t>твёрдость</w:t>
            </w:r>
          </w:p>
        </w:tc>
        <w:tc>
          <w:tcPr>
            <w:tcW w:w="3420" w:type="dxa"/>
          </w:tcPr>
          <w:p w:rsidR="002E0299" w:rsidRPr="00EF7D53" w:rsidRDefault="002E0299" w:rsidP="007D3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299" w:rsidRPr="00EF7D53" w:rsidRDefault="002E0299" w:rsidP="007D3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299" w:rsidRPr="00EF7D53" w:rsidRDefault="002E0299" w:rsidP="007D3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2E0299" w:rsidRPr="00EF7D53" w:rsidRDefault="002E0299" w:rsidP="007D3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EF7D53">
        <w:rPr>
          <w:rFonts w:ascii="Times New Roman" w:hAnsi="Times New Roman" w:cs="Times New Roman"/>
          <w:sz w:val="24"/>
          <w:szCs w:val="24"/>
        </w:rPr>
        <w:t>-2. Опишите технологический процесс изготовления совка из металла</w:t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 xml:space="preserve"> (дать полный ответ)</w:t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E0299" w:rsidRDefault="002E0299" w:rsidP="00487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E0299" w:rsidRDefault="002E0299" w:rsidP="00487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E0299" w:rsidRDefault="002E0299" w:rsidP="00487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E0299" w:rsidRDefault="002E0299" w:rsidP="00487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ИТОГОВЫЙ </w:t>
      </w:r>
      <w:r w:rsidRPr="00EF7D53">
        <w:rPr>
          <w:rFonts w:ascii="Times New Roman" w:hAnsi="Times New Roman" w:cs="Times New Roman"/>
          <w:b/>
          <w:bCs/>
          <w:sz w:val="24"/>
          <w:szCs w:val="24"/>
        </w:rPr>
        <w:t>ТЕСТ ПО ТЕХНОЛОГИИ 5 КЛАСС (мальчики)</w:t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F7D53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Вариант № 2</w:t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ind w:left="780"/>
        <w:rPr>
          <w:rFonts w:ascii="Times New Roman" w:hAnsi="Times New Roman" w:cs="Times New Roman"/>
          <w:sz w:val="24"/>
          <w:szCs w:val="24"/>
        </w:rPr>
      </w:pP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7D53">
        <w:rPr>
          <w:rFonts w:ascii="Times New Roman" w:hAnsi="Times New Roman" w:cs="Times New Roman"/>
          <w:b/>
          <w:bCs/>
          <w:sz w:val="24"/>
          <w:szCs w:val="24"/>
        </w:rPr>
        <w:t>Задания А – на вопросы разрешено выбирать только один ответ.</w:t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А-1.  К пиломатериалам относятся: доски, бруски?</w:t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ab/>
      </w:r>
      <w:r w:rsidRPr="00EF7D53">
        <w:rPr>
          <w:rFonts w:ascii="Times New Roman" w:hAnsi="Times New Roman" w:cs="Times New Roman"/>
          <w:sz w:val="24"/>
          <w:szCs w:val="24"/>
        </w:rPr>
        <w:tab/>
        <w:t>Да</w:t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ab/>
      </w:r>
      <w:r w:rsidRPr="00EF7D53">
        <w:rPr>
          <w:rFonts w:ascii="Times New Roman" w:hAnsi="Times New Roman" w:cs="Times New Roman"/>
          <w:sz w:val="24"/>
          <w:szCs w:val="24"/>
        </w:rPr>
        <w:tab/>
        <w:t>Нет</w:t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А-2.  При соединении деталей гвоздями тонкую деталь прибивают к толстой?</w:t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ab/>
      </w:r>
      <w:r w:rsidRPr="00EF7D53">
        <w:rPr>
          <w:rFonts w:ascii="Times New Roman" w:hAnsi="Times New Roman" w:cs="Times New Roman"/>
          <w:sz w:val="24"/>
          <w:szCs w:val="24"/>
        </w:rPr>
        <w:tab/>
        <w:t>Да</w:t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ab/>
      </w:r>
      <w:r w:rsidRPr="00EF7D53">
        <w:rPr>
          <w:rFonts w:ascii="Times New Roman" w:hAnsi="Times New Roman" w:cs="Times New Roman"/>
          <w:sz w:val="24"/>
          <w:szCs w:val="24"/>
        </w:rPr>
        <w:tab/>
        <w:t>Нет</w:t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А-3.  Все древесные породы подразделяются на хвойные и лиственные породы.</w:t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ab/>
      </w:r>
      <w:r w:rsidRPr="00EF7D53">
        <w:rPr>
          <w:rFonts w:ascii="Times New Roman" w:hAnsi="Times New Roman" w:cs="Times New Roman"/>
          <w:sz w:val="24"/>
          <w:szCs w:val="24"/>
        </w:rPr>
        <w:tab/>
        <w:t>Да</w:t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ab/>
      </w:r>
      <w:r w:rsidRPr="00EF7D53">
        <w:rPr>
          <w:rFonts w:ascii="Times New Roman" w:hAnsi="Times New Roman" w:cs="Times New Roman"/>
          <w:sz w:val="24"/>
          <w:szCs w:val="24"/>
        </w:rPr>
        <w:tab/>
        <w:t>Нет</w:t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А-4.  Фанера – это природный материал?</w:t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ab/>
      </w:r>
      <w:r w:rsidRPr="00EF7D53">
        <w:rPr>
          <w:rFonts w:ascii="Times New Roman" w:hAnsi="Times New Roman" w:cs="Times New Roman"/>
          <w:sz w:val="24"/>
          <w:szCs w:val="24"/>
        </w:rPr>
        <w:tab/>
        <w:t>Да</w:t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ab/>
      </w:r>
      <w:r w:rsidRPr="00EF7D53">
        <w:rPr>
          <w:rFonts w:ascii="Times New Roman" w:hAnsi="Times New Roman" w:cs="Times New Roman"/>
          <w:sz w:val="24"/>
          <w:szCs w:val="24"/>
        </w:rPr>
        <w:tab/>
        <w:t>Нет</w:t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А-5.  Опилки и шлифовальную пыль с поверхности изделия надо сдувать?</w:t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ab/>
      </w:r>
      <w:r w:rsidRPr="00EF7D53">
        <w:rPr>
          <w:rFonts w:ascii="Times New Roman" w:hAnsi="Times New Roman" w:cs="Times New Roman"/>
          <w:sz w:val="24"/>
          <w:szCs w:val="24"/>
        </w:rPr>
        <w:tab/>
        <w:t>Да</w:t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ab/>
      </w:r>
      <w:r w:rsidRPr="00EF7D53">
        <w:rPr>
          <w:rFonts w:ascii="Times New Roman" w:hAnsi="Times New Roman" w:cs="Times New Roman"/>
          <w:sz w:val="24"/>
          <w:szCs w:val="24"/>
        </w:rPr>
        <w:tab/>
        <w:t>Нет</w:t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А-6. Ножовка состоит из полотна и рукоятки?</w:t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ab/>
      </w:r>
      <w:r w:rsidRPr="00EF7D53">
        <w:rPr>
          <w:rFonts w:ascii="Times New Roman" w:hAnsi="Times New Roman" w:cs="Times New Roman"/>
          <w:sz w:val="24"/>
          <w:szCs w:val="24"/>
        </w:rPr>
        <w:tab/>
        <w:t>Да</w:t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ab/>
      </w:r>
      <w:r w:rsidRPr="00EF7D53">
        <w:rPr>
          <w:rFonts w:ascii="Times New Roman" w:hAnsi="Times New Roman" w:cs="Times New Roman"/>
          <w:sz w:val="24"/>
          <w:szCs w:val="24"/>
        </w:rPr>
        <w:tab/>
        <w:t>Нет</w:t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F7D53">
        <w:rPr>
          <w:rFonts w:ascii="Times New Roman" w:hAnsi="Times New Roman" w:cs="Times New Roman"/>
          <w:b/>
          <w:bCs/>
          <w:sz w:val="24"/>
          <w:szCs w:val="24"/>
        </w:rPr>
        <w:t xml:space="preserve">Задания </w:t>
      </w: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EF7D53">
        <w:rPr>
          <w:rFonts w:ascii="Times New Roman" w:hAnsi="Times New Roman" w:cs="Times New Roman"/>
          <w:b/>
          <w:bCs/>
          <w:sz w:val="24"/>
          <w:szCs w:val="24"/>
        </w:rPr>
        <w:t xml:space="preserve"> -  на вопросы разрешено выбирать  несколько ответов.</w:t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EF7D53">
        <w:rPr>
          <w:rFonts w:ascii="Times New Roman" w:hAnsi="Times New Roman" w:cs="Times New Roman"/>
          <w:sz w:val="24"/>
          <w:szCs w:val="24"/>
        </w:rPr>
        <w:t xml:space="preserve">-1.  Для обработки изделий из древесины </w:t>
      </w:r>
      <w:r w:rsidRPr="00EF7D53">
        <w:rPr>
          <w:rFonts w:ascii="Times New Roman" w:hAnsi="Times New Roman" w:cs="Times New Roman"/>
          <w:sz w:val="24"/>
          <w:szCs w:val="24"/>
          <w:u w:val="single"/>
        </w:rPr>
        <w:t>ручным способом</w:t>
      </w:r>
      <w:r w:rsidRPr="00EF7D53">
        <w:rPr>
          <w:rFonts w:ascii="Times New Roman" w:hAnsi="Times New Roman" w:cs="Times New Roman"/>
          <w:sz w:val="24"/>
          <w:szCs w:val="24"/>
        </w:rPr>
        <w:t xml:space="preserve"> применяют:</w:t>
      </w:r>
    </w:p>
    <w:p w:rsidR="002E0299" w:rsidRPr="00EF7D53" w:rsidRDefault="002E0299" w:rsidP="006C5D5A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Топор</w:t>
      </w:r>
    </w:p>
    <w:p w:rsidR="002E0299" w:rsidRPr="00EF7D53" w:rsidRDefault="002E0299" w:rsidP="006C5D5A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 xml:space="preserve">Нож </w:t>
      </w:r>
    </w:p>
    <w:p w:rsidR="002E0299" w:rsidRPr="00EF7D53" w:rsidRDefault="002E0299" w:rsidP="00320117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Шуруп</w:t>
      </w:r>
    </w:p>
    <w:p w:rsidR="002E0299" w:rsidRPr="00EF7D53" w:rsidRDefault="002E0299" w:rsidP="006C5D5A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Верёвка</w:t>
      </w:r>
    </w:p>
    <w:p w:rsidR="002E0299" w:rsidRPr="00EF7D53" w:rsidRDefault="002E0299" w:rsidP="009C42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EF7D53">
        <w:rPr>
          <w:rFonts w:ascii="Times New Roman" w:hAnsi="Times New Roman" w:cs="Times New Roman"/>
          <w:sz w:val="24"/>
          <w:szCs w:val="24"/>
        </w:rPr>
        <w:t>-2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7D53">
        <w:rPr>
          <w:rFonts w:ascii="Times New Roman" w:hAnsi="Times New Roman" w:cs="Times New Roman"/>
          <w:sz w:val="24"/>
          <w:szCs w:val="24"/>
        </w:rPr>
        <w:t xml:space="preserve"> Укажите виды механизмов:</w:t>
      </w:r>
    </w:p>
    <w:p w:rsidR="002E0299" w:rsidRPr="00EF7D53" w:rsidRDefault="002E0299" w:rsidP="009C42B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Гаечный ключ</w:t>
      </w:r>
    </w:p>
    <w:p w:rsidR="002E0299" w:rsidRPr="00EF7D53" w:rsidRDefault="002E0299" w:rsidP="009C42B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Винтовой</w:t>
      </w:r>
    </w:p>
    <w:p w:rsidR="002E0299" w:rsidRPr="00EF7D53" w:rsidRDefault="002E0299" w:rsidP="009C42B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Фрикционный</w:t>
      </w:r>
    </w:p>
    <w:p w:rsidR="002E0299" w:rsidRPr="00EF7D53" w:rsidRDefault="002E0299" w:rsidP="009C42B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Ременная передача</w:t>
      </w:r>
    </w:p>
    <w:p w:rsidR="002E0299" w:rsidRPr="00EF7D53" w:rsidRDefault="002E0299" w:rsidP="009C42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0299" w:rsidRPr="00EF7D53" w:rsidRDefault="002E0299" w:rsidP="009C42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EF7D53">
        <w:rPr>
          <w:rFonts w:ascii="Times New Roman" w:hAnsi="Times New Roman" w:cs="Times New Roman"/>
          <w:sz w:val="24"/>
          <w:szCs w:val="24"/>
        </w:rPr>
        <w:t>-3 .  Из чего состоит лобзик?:</w:t>
      </w:r>
    </w:p>
    <w:p w:rsidR="002E0299" w:rsidRPr="00EF7D53" w:rsidRDefault="002E0299" w:rsidP="009C42B3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Рамка</w:t>
      </w:r>
    </w:p>
    <w:p w:rsidR="002E0299" w:rsidRPr="00EF7D53" w:rsidRDefault="002E0299" w:rsidP="009C42B3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Регулятор напряжения</w:t>
      </w:r>
    </w:p>
    <w:p w:rsidR="002E0299" w:rsidRPr="00EF7D53" w:rsidRDefault="002E0299" w:rsidP="009C42B3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Пилка</w:t>
      </w:r>
    </w:p>
    <w:p w:rsidR="002E0299" w:rsidRPr="00EF7D53" w:rsidRDefault="002E0299" w:rsidP="009C42B3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Ручка</w:t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0299" w:rsidRPr="00EF7D53" w:rsidRDefault="002E0299" w:rsidP="009C4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EF7D53">
        <w:rPr>
          <w:rFonts w:ascii="Times New Roman" w:hAnsi="Times New Roman" w:cs="Times New Roman"/>
          <w:sz w:val="24"/>
          <w:szCs w:val="24"/>
        </w:rPr>
        <w:t>-4.  Назови инструменты для обработки металла:</w:t>
      </w:r>
    </w:p>
    <w:p w:rsidR="002E0299" w:rsidRPr="00EF7D53" w:rsidRDefault="002E0299" w:rsidP="009C42B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зубило</w:t>
      </w:r>
    </w:p>
    <w:p w:rsidR="002E0299" w:rsidRPr="00EF7D53" w:rsidRDefault="002E0299" w:rsidP="009C42B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ножницы</w:t>
      </w:r>
    </w:p>
    <w:p w:rsidR="002E0299" w:rsidRPr="00EF7D53" w:rsidRDefault="002E0299" w:rsidP="009C42B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малка</w:t>
      </w:r>
    </w:p>
    <w:p w:rsidR="002E0299" w:rsidRPr="00EF7D53" w:rsidRDefault="002E0299" w:rsidP="009C42B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рейсмус</w:t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ab/>
      </w:r>
      <w:r w:rsidRPr="00EF7D53">
        <w:rPr>
          <w:rFonts w:ascii="Times New Roman" w:hAnsi="Times New Roman" w:cs="Times New Roman"/>
          <w:sz w:val="24"/>
          <w:szCs w:val="24"/>
        </w:rPr>
        <w:tab/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EF7D53">
        <w:rPr>
          <w:rFonts w:ascii="Times New Roman" w:hAnsi="Times New Roman" w:cs="Times New Roman"/>
          <w:sz w:val="24"/>
          <w:szCs w:val="24"/>
        </w:rPr>
        <w:t xml:space="preserve">-5.  Укажите сельскохозяйственные </w:t>
      </w:r>
      <w:r w:rsidRPr="00EF7D53">
        <w:rPr>
          <w:rFonts w:ascii="Times New Roman" w:hAnsi="Times New Roman" w:cs="Times New Roman"/>
          <w:sz w:val="24"/>
          <w:szCs w:val="24"/>
          <w:u w:val="single"/>
        </w:rPr>
        <w:t>ручные орудия.</w:t>
      </w:r>
    </w:p>
    <w:p w:rsidR="002E0299" w:rsidRPr="00EF7D53" w:rsidRDefault="002E0299" w:rsidP="00320117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Грабли</w:t>
      </w:r>
    </w:p>
    <w:p w:rsidR="002E0299" w:rsidRPr="00EF7D53" w:rsidRDefault="002E0299" w:rsidP="00320117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Газонокосилка</w:t>
      </w:r>
    </w:p>
    <w:p w:rsidR="002E0299" w:rsidRPr="00EF7D53" w:rsidRDefault="002E0299" w:rsidP="00320117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Сеялка</w:t>
      </w:r>
    </w:p>
    <w:p w:rsidR="002E0299" w:rsidRPr="00EF7D53" w:rsidRDefault="002E0299" w:rsidP="00320117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Мотыга (тяпка)</w:t>
      </w:r>
    </w:p>
    <w:p w:rsidR="002E0299" w:rsidRPr="00EF7D53" w:rsidRDefault="002E0299" w:rsidP="009C42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EF7D53">
        <w:rPr>
          <w:rFonts w:ascii="Times New Roman" w:hAnsi="Times New Roman" w:cs="Times New Roman"/>
          <w:sz w:val="24"/>
          <w:szCs w:val="24"/>
        </w:rPr>
        <w:t>-6.    Из чего состоит прибор для выжигания?</w:t>
      </w:r>
    </w:p>
    <w:p w:rsidR="002E0299" w:rsidRPr="00EF7D53" w:rsidRDefault="002E0299" w:rsidP="009C42B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Корпус</w:t>
      </w:r>
    </w:p>
    <w:p w:rsidR="002E0299" w:rsidRPr="00EF7D53" w:rsidRDefault="002E0299" w:rsidP="009C42B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Регулятор напряжения</w:t>
      </w:r>
    </w:p>
    <w:p w:rsidR="002E0299" w:rsidRDefault="002E0299" w:rsidP="0032011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Зажимные гайки</w:t>
      </w:r>
      <w:r w:rsidRPr="003201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0299" w:rsidRPr="00EF7D53" w:rsidRDefault="002E0299" w:rsidP="0032011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Наконечник</w:t>
      </w:r>
    </w:p>
    <w:p w:rsidR="002E0299" w:rsidRPr="00EF7D53" w:rsidRDefault="002E0299" w:rsidP="00320117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2E0299" w:rsidRPr="00EF7D53" w:rsidRDefault="002E0299" w:rsidP="00EF7D5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ответ – 1 б</w:t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Задания С</w:t>
      </w:r>
      <w:r w:rsidRPr="00EF7D53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EF7D53">
        <w:rPr>
          <w:rFonts w:ascii="Times New Roman" w:hAnsi="Times New Roman" w:cs="Times New Roman"/>
          <w:sz w:val="24"/>
          <w:szCs w:val="24"/>
        </w:rPr>
        <w:t>-1. Заполнить таблицу</w:t>
      </w:r>
      <w:r>
        <w:rPr>
          <w:rFonts w:ascii="Times New Roman" w:hAnsi="Times New Roman" w:cs="Times New Roman"/>
          <w:sz w:val="24"/>
          <w:szCs w:val="24"/>
        </w:rPr>
        <w:t xml:space="preserve"> – 1б</w:t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8"/>
        <w:gridCol w:w="2605"/>
        <w:gridCol w:w="3086"/>
        <w:gridCol w:w="3242"/>
      </w:tblGrid>
      <w:tr w:rsidR="002E0299" w:rsidRPr="00EF7D53">
        <w:tc>
          <w:tcPr>
            <w:tcW w:w="648" w:type="dxa"/>
          </w:tcPr>
          <w:p w:rsidR="002E0299" w:rsidRPr="00EF7D53" w:rsidRDefault="002E0299" w:rsidP="007D3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D53"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2880" w:type="dxa"/>
          </w:tcPr>
          <w:p w:rsidR="002E0299" w:rsidRPr="00EF7D53" w:rsidRDefault="002E0299" w:rsidP="007D3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D53">
              <w:rPr>
                <w:rFonts w:ascii="Times New Roman" w:hAnsi="Times New Roman" w:cs="Times New Roman"/>
                <w:sz w:val="24"/>
                <w:szCs w:val="24"/>
              </w:rPr>
              <w:t>Свойство древесины</w:t>
            </w:r>
          </w:p>
        </w:tc>
        <w:tc>
          <w:tcPr>
            <w:tcW w:w="3420" w:type="dxa"/>
          </w:tcPr>
          <w:p w:rsidR="002E0299" w:rsidRPr="00EF7D53" w:rsidRDefault="002E0299" w:rsidP="007D3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D53">
              <w:rPr>
                <w:rFonts w:ascii="Times New Roman" w:hAnsi="Times New Roman" w:cs="Times New Roman"/>
                <w:sz w:val="24"/>
                <w:szCs w:val="24"/>
              </w:rPr>
              <w:t>Примеры породы древесины, обладающие этим свойством</w:t>
            </w:r>
          </w:p>
        </w:tc>
        <w:tc>
          <w:tcPr>
            <w:tcW w:w="3614" w:type="dxa"/>
          </w:tcPr>
          <w:p w:rsidR="002E0299" w:rsidRPr="00EF7D53" w:rsidRDefault="002E0299" w:rsidP="007D3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D53">
              <w:rPr>
                <w:rFonts w:ascii="Times New Roman" w:hAnsi="Times New Roman" w:cs="Times New Roman"/>
                <w:sz w:val="24"/>
                <w:szCs w:val="24"/>
              </w:rPr>
              <w:t>Применение в жизни человека</w:t>
            </w:r>
          </w:p>
        </w:tc>
      </w:tr>
      <w:tr w:rsidR="002E0299" w:rsidRPr="00EF7D53">
        <w:tc>
          <w:tcPr>
            <w:tcW w:w="648" w:type="dxa"/>
          </w:tcPr>
          <w:p w:rsidR="002E0299" w:rsidRPr="00EF7D53" w:rsidRDefault="002E0299" w:rsidP="007D3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D5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80" w:type="dxa"/>
          </w:tcPr>
          <w:p w:rsidR="002E0299" w:rsidRPr="00EF7D53" w:rsidRDefault="002E0299" w:rsidP="007D3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мягкость</w:t>
            </w:r>
          </w:p>
        </w:tc>
        <w:tc>
          <w:tcPr>
            <w:tcW w:w="3420" w:type="dxa"/>
          </w:tcPr>
          <w:p w:rsidR="002E0299" w:rsidRPr="00EF7D53" w:rsidRDefault="002E0299" w:rsidP="007D3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299" w:rsidRPr="00EF7D53" w:rsidRDefault="002E0299" w:rsidP="007D3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299" w:rsidRPr="00EF7D53" w:rsidRDefault="002E0299" w:rsidP="007D3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2E0299" w:rsidRPr="00EF7D53" w:rsidRDefault="002E0299" w:rsidP="007D3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EF7D53">
        <w:rPr>
          <w:rFonts w:ascii="Times New Roman" w:hAnsi="Times New Roman" w:cs="Times New Roman"/>
          <w:sz w:val="24"/>
          <w:szCs w:val="24"/>
        </w:rPr>
        <w:t>-2. Какое значение имеют  машины и механизмы в жизни человека?</w:t>
      </w:r>
      <w:r w:rsidRPr="00EF7D53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Pr="00EF7D53">
        <w:rPr>
          <w:rFonts w:ascii="Times New Roman" w:hAnsi="Times New Roman" w:cs="Times New Roman"/>
          <w:sz w:val="24"/>
          <w:szCs w:val="24"/>
        </w:rPr>
        <w:t>дать полный ответ на вопрос)</w:t>
      </w:r>
      <w:r>
        <w:rPr>
          <w:rFonts w:ascii="Times New Roman" w:hAnsi="Times New Roman" w:cs="Times New Roman"/>
          <w:sz w:val="24"/>
          <w:szCs w:val="24"/>
        </w:rPr>
        <w:t xml:space="preserve"> – 2б</w:t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0299" w:rsidRPr="00EF7D53" w:rsidRDefault="002E0299" w:rsidP="00487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D5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2E0299" w:rsidRPr="00EF7D53" w:rsidSect="008616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FB3"/>
    <w:multiLevelType w:val="hybridMultilevel"/>
    <w:tmpl w:val="ADD8E7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6A3F38"/>
    <w:multiLevelType w:val="hybridMultilevel"/>
    <w:tmpl w:val="FBC8A9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932DCB"/>
    <w:multiLevelType w:val="hybridMultilevel"/>
    <w:tmpl w:val="1C3A4B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D17F03"/>
    <w:multiLevelType w:val="hybridMultilevel"/>
    <w:tmpl w:val="BA3877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780ED7"/>
    <w:multiLevelType w:val="hybridMultilevel"/>
    <w:tmpl w:val="100C1E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DA10BC"/>
    <w:multiLevelType w:val="hybridMultilevel"/>
    <w:tmpl w:val="7AD0D9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8B1DCA"/>
    <w:multiLevelType w:val="hybridMultilevel"/>
    <w:tmpl w:val="E7C64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EB6791"/>
    <w:multiLevelType w:val="hybridMultilevel"/>
    <w:tmpl w:val="8B026314"/>
    <w:lvl w:ilvl="0" w:tplc="041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8">
    <w:nsid w:val="25003840"/>
    <w:multiLevelType w:val="hybridMultilevel"/>
    <w:tmpl w:val="79C27C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802B17"/>
    <w:multiLevelType w:val="hybridMultilevel"/>
    <w:tmpl w:val="AB80D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6C27BE1"/>
    <w:multiLevelType w:val="hybridMultilevel"/>
    <w:tmpl w:val="5DA2ACE6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1">
    <w:nsid w:val="392F0541"/>
    <w:multiLevelType w:val="hybridMultilevel"/>
    <w:tmpl w:val="5DE0CB3E"/>
    <w:lvl w:ilvl="0" w:tplc="0419000F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9000F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9000F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2">
    <w:nsid w:val="3B28368A"/>
    <w:multiLevelType w:val="hybridMultilevel"/>
    <w:tmpl w:val="F134DA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EB30BB9"/>
    <w:multiLevelType w:val="hybridMultilevel"/>
    <w:tmpl w:val="F4A063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01A570E"/>
    <w:multiLevelType w:val="hybridMultilevel"/>
    <w:tmpl w:val="168441DC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5">
    <w:nsid w:val="42D3484B"/>
    <w:multiLevelType w:val="hybridMultilevel"/>
    <w:tmpl w:val="349A78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32942EC"/>
    <w:multiLevelType w:val="hybridMultilevel"/>
    <w:tmpl w:val="2DCAE65A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7">
    <w:nsid w:val="44217767"/>
    <w:multiLevelType w:val="hybridMultilevel"/>
    <w:tmpl w:val="DC204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4400A9B"/>
    <w:multiLevelType w:val="hybridMultilevel"/>
    <w:tmpl w:val="0776AB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F9A0E51"/>
    <w:multiLevelType w:val="hybridMultilevel"/>
    <w:tmpl w:val="C554E0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FC62EEA"/>
    <w:multiLevelType w:val="hybridMultilevel"/>
    <w:tmpl w:val="22DEFC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7EE7E98"/>
    <w:multiLevelType w:val="hybridMultilevel"/>
    <w:tmpl w:val="D2629D2C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22">
    <w:nsid w:val="60DB7498"/>
    <w:multiLevelType w:val="hybridMultilevel"/>
    <w:tmpl w:val="713EC220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23">
    <w:nsid w:val="645E2553"/>
    <w:multiLevelType w:val="hybridMultilevel"/>
    <w:tmpl w:val="317A5E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6B376D0C"/>
    <w:multiLevelType w:val="hybridMultilevel"/>
    <w:tmpl w:val="71E03CEC"/>
    <w:lvl w:ilvl="0" w:tplc="0419000F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9000F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9000F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25">
    <w:nsid w:val="6B6D0C10"/>
    <w:multiLevelType w:val="hybridMultilevel"/>
    <w:tmpl w:val="F658246C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num w:numId="1">
    <w:abstractNumId w:val="9"/>
  </w:num>
  <w:num w:numId="2">
    <w:abstractNumId w:val="23"/>
  </w:num>
  <w:num w:numId="3">
    <w:abstractNumId w:val="17"/>
  </w:num>
  <w:num w:numId="4">
    <w:abstractNumId w:val="2"/>
  </w:num>
  <w:num w:numId="5">
    <w:abstractNumId w:val="10"/>
  </w:num>
  <w:num w:numId="6">
    <w:abstractNumId w:val="12"/>
  </w:num>
  <w:num w:numId="7">
    <w:abstractNumId w:val="25"/>
  </w:num>
  <w:num w:numId="8">
    <w:abstractNumId w:val="18"/>
  </w:num>
  <w:num w:numId="9">
    <w:abstractNumId w:val="21"/>
  </w:num>
  <w:num w:numId="10">
    <w:abstractNumId w:val="4"/>
  </w:num>
  <w:num w:numId="11">
    <w:abstractNumId w:val="11"/>
  </w:num>
  <w:num w:numId="12">
    <w:abstractNumId w:val="6"/>
  </w:num>
  <w:num w:numId="13">
    <w:abstractNumId w:val="8"/>
  </w:num>
  <w:num w:numId="14">
    <w:abstractNumId w:val="14"/>
  </w:num>
  <w:num w:numId="15">
    <w:abstractNumId w:val="3"/>
  </w:num>
  <w:num w:numId="16">
    <w:abstractNumId w:val="5"/>
  </w:num>
  <w:num w:numId="17">
    <w:abstractNumId w:val="24"/>
  </w:num>
  <w:num w:numId="18">
    <w:abstractNumId w:val="13"/>
  </w:num>
  <w:num w:numId="19">
    <w:abstractNumId w:val="19"/>
  </w:num>
  <w:num w:numId="20">
    <w:abstractNumId w:val="15"/>
  </w:num>
  <w:num w:numId="21">
    <w:abstractNumId w:val="0"/>
  </w:num>
  <w:num w:numId="22">
    <w:abstractNumId w:val="16"/>
  </w:num>
  <w:num w:numId="23">
    <w:abstractNumId w:val="20"/>
  </w:num>
  <w:num w:numId="24">
    <w:abstractNumId w:val="7"/>
  </w:num>
  <w:num w:numId="25">
    <w:abstractNumId w:val="1"/>
  </w:num>
  <w:num w:numId="2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7145"/>
    <w:rsid w:val="000F1064"/>
    <w:rsid w:val="00101198"/>
    <w:rsid w:val="00110EDE"/>
    <w:rsid w:val="00152102"/>
    <w:rsid w:val="001A4F41"/>
    <w:rsid w:val="0025016F"/>
    <w:rsid w:val="00254C98"/>
    <w:rsid w:val="002645A3"/>
    <w:rsid w:val="002E0299"/>
    <w:rsid w:val="00320117"/>
    <w:rsid w:val="00487145"/>
    <w:rsid w:val="004B0817"/>
    <w:rsid w:val="0050535E"/>
    <w:rsid w:val="005735E4"/>
    <w:rsid w:val="005A2ECF"/>
    <w:rsid w:val="005C1CD5"/>
    <w:rsid w:val="006C5D5A"/>
    <w:rsid w:val="007412DC"/>
    <w:rsid w:val="007D3A26"/>
    <w:rsid w:val="00834EF5"/>
    <w:rsid w:val="008616BB"/>
    <w:rsid w:val="00861C79"/>
    <w:rsid w:val="008850E7"/>
    <w:rsid w:val="008E39BA"/>
    <w:rsid w:val="009C42B3"/>
    <w:rsid w:val="009D3045"/>
    <w:rsid w:val="00AE15D3"/>
    <w:rsid w:val="00D51934"/>
    <w:rsid w:val="00E50282"/>
    <w:rsid w:val="00E52F15"/>
    <w:rsid w:val="00E6221D"/>
    <w:rsid w:val="00E6735F"/>
    <w:rsid w:val="00E7346A"/>
    <w:rsid w:val="00EA5E1D"/>
    <w:rsid w:val="00ED6F16"/>
    <w:rsid w:val="00EF7D53"/>
    <w:rsid w:val="00F44F73"/>
    <w:rsid w:val="00FB327F"/>
    <w:rsid w:val="00FC0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487145"/>
    <w:pPr>
      <w:spacing w:after="200" w:line="276" w:lineRule="auto"/>
    </w:pPr>
    <w:rPr>
      <w:rFonts w:eastAsia="Times New Roman"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016F"/>
    <w:pPr>
      <w:pBdr>
        <w:bottom w:val="single" w:sz="12" w:space="1" w:color="365F91"/>
      </w:pBdr>
      <w:spacing w:before="600" w:after="80" w:line="240" w:lineRule="auto"/>
      <w:outlineLvl w:val="0"/>
    </w:pPr>
    <w:rPr>
      <w:rFonts w:ascii="Cambria" w:hAnsi="Cambria" w:cs="Cambria"/>
      <w:b/>
      <w:bCs/>
      <w:color w:val="365F91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5016F"/>
    <w:pPr>
      <w:pBdr>
        <w:bottom w:val="single" w:sz="8" w:space="1" w:color="4F81BD"/>
      </w:pBdr>
      <w:spacing w:before="200" w:after="80" w:line="240" w:lineRule="auto"/>
      <w:outlineLvl w:val="1"/>
    </w:pPr>
    <w:rPr>
      <w:rFonts w:ascii="Cambria" w:hAnsi="Cambria" w:cs="Cambria"/>
      <w:color w:val="365F91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5016F"/>
    <w:pPr>
      <w:pBdr>
        <w:bottom w:val="single" w:sz="4" w:space="1" w:color="95B3D7"/>
      </w:pBdr>
      <w:spacing w:before="200" w:after="80" w:line="240" w:lineRule="auto"/>
      <w:outlineLvl w:val="2"/>
    </w:pPr>
    <w:rPr>
      <w:rFonts w:ascii="Cambria" w:hAnsi="Cambria" w:cs="Cambria"/>
      <w:color w:val="4F81BD"/>
      <w:sz w:val="24"/>
      <w:szCs w:val="24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5016F"/>
    <w:pPr>
      <w:pBdr>
        <w:bottom w:val="single" w:sz="4" w:space="2" w:color="B8CCE4"/>
      </w:pBdr>
      <w:spacing w:before="200" w:after="80" w:line="240" w:lineRule="auto"/>
      <w:outlineLvl w:val="3"/>
    </w:pPr>
    <w:rPr>
      <w:rFonts w:ascii="Cambria" w:hAnsi="Cambria" w:cs="Cambria"/>
      <w:i/>
      <w:iCs/>
      <w:color w:val="4F81BD"/>
      <w:sz w:val="24"/>
      <w:szCs w:val="24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5016F"/>
    <w:pPr>
      <w:spacing w:before="200" w:after="80" w:line="240" w:lineRule="auto"/>
      <w:outlineLvl w:val="4"/>
    </w:pPr>
    <w:rPr>
      <w:rFonts w:ascii="Cambria" w:hAnsi="Cambria" w:cs="Cambria"/>
      <w:color w:val="4F81BD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5016F"/>
    <w:pPr>
      <w:spacing w:before="280" w:after="100" w:line="240" w:lineRule="auto"/>
      <w:outlineLvl w:val="5"/>
    </w:pPr>
    <w:rPr>
      <w:rFonts w:ascii="Cambria" w:hAnsi="Cambria" w:cs="Cambria"/>
      <w:i/>
      <w:iCs/>
      <w:color w:val="4F81BD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5016F"/>
    <w:pPr>
      <w:spacing w:before="320" w:after="100" w:line="240" w:lineRule="auto"/>
      <w:outlineLvl w:val="6"/>
    </w:pPr>
    <w:rPr>
      <w:rFonts w:ascii="Cambria" w:hAnsi="Cambria" w:cs="Cambria"/>
      <w:b/>
      <w:bCs/>
      <w:color w:val="9BBB59"/>
      <w:sz w:val="20"/>
      <w:szCs w:val="20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5016F"/>
    <w:pPr>
      <w:spacing w:before="320" w:after="100" w:line="240" w:lineRule="auto"/>
      <w:outlineLvl w:val="7"/>
    </w:pPr>
    <w:rPr>
      <w:rFonts w:ascii="Cambria" w:hAnsi="Cambria" w:cs="Cambria"/>
      <w:b/>
      <w:bCs/>
      <w:i/>
      <w:iCs/>
      <w:color w:val="9BBB59"/>
      <w:sz w:val="20"/>
      <w:szCs w:val="20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5016F"/>
    <w:pPr>
      <w:spacing w:before="320" w:after="100" w:line="240" w:lineRule="auto"/>
      <w:outlineLvl w:val="8"/>
    </w:pPr>
    <w:rPr>
      <w:rFonts w:ascii="Cambria" w:hAnsi="Cambria" w:cs="Cambria"/>
      <w:i/>
      <w:iCs/>
      <w:color w:val="9BBB59"/>
      <w:sz w:val="20"/>
      <w:szCs w:val="20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5016F"/>
    <w:rPr>
      <w:rFonts w:ascii="Cambria" w:hAnsi="Cambria" w:cs="Cambria"/>
      <w:b/>
      <w:bCs/>
      <w:color w:val="365F91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5016F"/>
    <w:rPr>
      <w:rFonts w:ascii="Cambria" w:hAnsi="Cambria" w:cs="Cambria"/>
      <w:color w:val="365F91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5016F"/>
    <w:rPr>
      <w:rFonts w:ascii="Cambria" w:hAnsi="Cambria" w:cs="Cambria"/>
      <w:color w:val="4F81BD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5016F"/>
    <w:rPr>
      <w:rFonts w:ascii="Cambria" w:hAnsi="Cambria" w:cs="Cambria"/>
      <w:i/>
      <w:iCs/>
      <w:color w:val="4F81BD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25016F"/>
    <w:rPr>
      <w:rFonts w:ascii="Cambria" w:hAnsi="Cambria" w:cs="Cambria"/>
      <w:color w:val="4F81BD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25016F"/>
    <w:rPr>
      <w:rFonts w:ascii="Cambria" w:hAnsi="Cambria" w:cs="Cambria"/>
      <w:i/>
      <w:iCs/>
      <w:color w:val="4F81BD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25016F"/>
    <w:rPr>
      <w:rFonts w:ascii="Cambria" w:hAnsi="Cambria" w:cs="Cambria"/>
      <w:b/>
      <w:bCs/>
      <w:color w:val="9BBB59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25016F"/>
    <w:rPr>
      <w:rFonts w:ascii="Cambria" w:hAnsi="Cambria" w:cs="Cambria"/>
      <w:b/>
      <w:bCs/>
      <w:i/>
      <w:iCs/>
      <w:color w:val="9BBB59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25016F"/>
    <w:rPr>
      <w:rFonts w:ascii="Cambria" w:hAnsi="Cambria" w:cs="Cambria"/>
      <w:i/>
      <w:iCs/>
      <w:color w:val="9BBB59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25016F"/>
    <w:pPr>
      <w:spacing w:after="0" w:line="240" w:lineRule="auto"/>
      <w:ind w:firstLine="360"/>
    </w:pPr>
    <w:rPr>
      <w:rFonts w:eastAsia="Calibri"/>
      <w:b/>
      <w:bCs/>
      <w:sz w:val="18"/>
      <w:szCs w:val="18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25016F"/>
    <w:pPr>
      <w:pBdr>
        <w:top w:val="single" w:sz="8" w:space="10" w:color="A7BFDE"/>
        <w:bottom w:val="single" w:sz="24" w:space="15" w:color="9BBB59"/>
      </w:pBdr>
      <w:spacing w:after="0" w:line="240" w:lineRule="auto"/>
      <w:jc w:val="center"/>
    </w:pPr>
    <w:rPr>
      <w:rFonts w:ascii="Cambria" w:hAnsi="Cambria" w:cs="Cambria"/>
      <w:i/>
      <w:iCs/>
      <w:color w:val="243F60"/>
      <w:sz w:val="60"/>
      <w:szCs w:val="60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25016F"/>
    <w:rPr>
      <w:rFonts w:ascii="Cambria" w:hAnsi="Cambria" w:cs="Cambria"/>
      <w:i/>
      <w:iCs/>
      <w:color w:val="243F6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99"/>
    <w:qFormat/>
    <w:rsid w:val="0025016F"/>
    <w:pPr>
      <w:spacing w:before="200" w:after="900" w:line="240" w:lineRule="auto"/>
      <w:jc w:val="right"/>
    </w:pPr>
    <w:rPr>
      <w:rFonts w:eastAsia="Calibri"/>
      <w:i/>
      <w:iCs/>
      <w:sz w:val="24"/>
      <w:szCs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5016F"/>
    <w:rPr>
      <w:rFonts w:ascii="Calibri" w:cs="Calibri"/>
      <w:i/>
      <w:iCs/>
      <w:sz w:val="24"/>
      <w:szCs w:val="24"/>
    </w:rPr>
  </w:style>
  <w:style w:type="character" w:styleId="Strong">
    <w:name w:val="Strong"/>
    <w:basedOn w:val="DefaultParagraphFont"/>
    <w:uiPriority w:val="99"/>
    <w:qFormat/>
    <w:rsid w:val="0025016F"/>
    <w:rPr>
      <w:b/>
      <w:bCs/>
      <w:spacing w:val="0"/>
    </w:rPr>
  </w:style>
  <w:style w:type="character" w:styleId="Emphasis">
    <w:name w:val="Emphasis"/>
    <w:basedOn w:val="DefaultParagraphFont"/>
    <w:uiPriority w:val="99"/>
    <w:qFormat/>
    <w:rsid w:val="0025016F"/>
    <w:rPr>
      <w:b/>
      <w:bCs/>
      <w:i/>
      <w:iCs/>
      <w:color w:val="5A5A5A"/>
    </w:rPr>
  </w:style>
  <w:style w:type="paragraph" w:styleId="NoSpacing">
    <w:name w:val="No Spacing"/>
    <w:basedOn w:val="Normal"/>
    <w:link w:val="NoSpacingChar"/>
    <w:uiPriority w:val="99"/>
    <w:qFormat/>
    <w:rsid w:val="0025016F"/>
    <w:pPr>
      <w:spacing w:after="0" w:line="240" w:lineRule="auto"/>
    </w:pPr>
    <w:rPr>
      <w:rFonts w:eastAsia="Calibri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25016F"/>
  </w:style>
  <w:style w:type="paragraph" w:styleId="ListParagraph">
    <w:name w:val="List Paragraph"/>
    <w:basedOn w:val="Normal"/>
    <w:uiPriority w:val="99"/>
    <w:qFormat/>
    <w:rsid w:val="0025016F"/>
    <w:pPr>
      <w:spacing w:after="0" w:line="240" w:lineRule="auto"/>
      <w:ind w:left="720" w:firstLine="360"/>
    </w:pPr>
    <w:rPr>
      <w:rFonts w:eastAsia="Calibri"/>
      <w:lang w:val="en-US" w:eastAsia="en-US"/>
    </w:rPr>
  </w:style>
  <w:style w:type="paragraph" w:styleId="Quote">
    <w:name w:val="Quote"/>
    <w:basedOn w:val="Normal"/>
    <w:next w:val="Normal"/>
    <w:link w:val="QuoteChar"/>
    <w:uiPriority w:val="99"/>
    <w:qFormat/>
    <w:rsid w:val="0025016F"/>
    <w:pPr>
      <w:spacing w:after="0" w:line="240" w:lineRule="auto"/>
      <w:ind w:firstLine="360"/>
    </w:pPr>
    <w:rPr>
      <w:rFonts w:ascii="Cambria" w:hAnsi="Cambria" w:cs="Cambria"/>
      <w:i/>
      <w:iCs/>
      <w:color w:val="5A5A5A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99"/>
    <w:locked/>
    <w:rsid w:val="0025016F"/>
    <w:rPr>
      <w:rFonts w:ascii="Cambria" w:hAnsi="Cambria" w:cs="Cambria"/>
      <w:i/>
      <w:iCs/>
      <w:color w:val="5A5A5A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25016F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 w:firstLine="360"/>
    </w:pPr>
    <w:rPr>
      <w:rFonts w:ascii="Cambria" w:hAnsi="Cambria" w:cs="Cambria"/>
      <w:i/>
      <w:iCs/>
      <w:color w:val="FFFFFF"/>
      <w:sz w:val="24"/>
      <w:szCs w:val="24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25016F"/>
    <w:rPr>
      <w:rFonts w:ascii="Cambria" w:hAnsi="Cambria" w:cs="Cambria"/>
      <w:i/>
      <w:iCs/>
      <w:color w:val="FFFFFF"/>
      <w:sz w:val="24"/>
      <w:szCs w:val="24"/>
      <w:shd w:val="clear" w:color="auto" w:fill="4F81BD"/>
    </w:rPr>
  </w:style>
  <w:style w:type="character" w:styleId="SubtleEmphasis">
    <w:name w:val="Subtle Emphasis"/>
    <w:basedOn w:val="DefaultParagraphFont"/>
    <w:uiPriority w:val="99"/>
    <w:qFormat/>
    <w:rsid w:val="0025016F"/>
    <w:rPr>
      <w:i/>
      <w:iCs/>
      <w:color w:val="5A5A5A"/>
    </w:rPr>
  </w:style>
  <w:style w:type="character" w:styleId="IntenseEmphasis">
    <w:name w:val="Intense Emphasis"/>
    <w:basedOn w:val="DefaultParagraphFont"/>
    <w:uiPriority w:val="99"/>
    <w:qFormat/>
    <w:rsid w:val="0025016F"/>
    <w:rPr>
      <w:b/>
      <w:bCs/>
      <w:i/>
      <w:iCs/>
      <w:color w:val="4F81BD"/>
      <w:sz w:val="22"/>
      <w:szCs w:val="22"/>
    </w:rPr>
  </w:style>
  <w:style w:type="character" w:styleId="SubtleReference">
    <w:name w:val="Subtle Reference"/>
    <w:basedOn w:val="DefaultParagraphFont"/>
    <w:uiPriority w:val="99"/>
    <w:qFormat/>
    <w:rsid w:val="0025016F"/>
    <w:rPr>
      <w:color w:val="auto"/>
      <w:u w:val="single" w:color="9BBB59"/>
    </w:rPr>
  </w:style>
  <w:style w:type="character" w:styleId="IntenseReference">
    <w:name w:val="Intense Reference"/>
    <w:basedOn w:val="DefaultParagraphFont"/>
    <w:uiPriority w:val="99"/>
    <w:qFormat/>
    <w:rsid w:val="0025016F"/>
    <w:rPr>
      <w:b/>
      <w:bCs/>
      <w:color w:val="auto"/>
      <w:u w:val="single" w:color="9BBB59"/>
    </w:rPr>
  </w:style>
  <w:style w:type="character" w:styleId="BookTitle">
    <w:name w:val="Book Title"/>
    <w:basedOn w:val="DefaultParagraphFont"/>
    <w:uiPriority w:val="99"/>
    <w:qFormat/>
    <w:rsid w:val="0025016F"/>
    <w:rPr>
      <w:rFonts w:ascii="Cambria" w:hAnsi="Cambria" w:cs="Cambria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99"/>
    <w:qFormat/>
    <w:rsid w:val="0025016F"/>
    <w:pPr>
      <w:outlineLvl w:val="9"/>
    </w:pPr>
  </w:style>
  <w:style w:type="table" w:styleId="TableGrid">
    <w:name w:val="Table Grid"/>
    <w:basedOn w:val="TableNormal"/>
    <w:uiPriority w:val="99"/>
    <w:rsid w:val="00E52F1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87</TotalTime>
  <Pages>4</Pages>
  <Words>707</Words>
  <Characters>4036</Characters>
  <Application>Microsoft Office Outlook</Application>
  <DocSecurity>0</DocSecurity>
  <Lines>0</Lines>
  <Paragraphs>0</Paragraphs>
  <ScaleCrop>false</ScaleCrop>
  <Company>ЕСОШ №11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School</cp:lastModifiedBy>
  <cp:revision>6</cp:revision>
  <dcterms:created xsi:type="dcterms:W3CDTF">2012-06-17T20:00:00Z</dcterms:created>
  <dcterms:modified xsi:type="dcterms:W3CDTF">2016-10-10T05:39:00Z</dcterms:modified>
</cp:coreProperties>
</file>